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 xml:space="preserve">Název zakázky: </w:t>
      </w:r>
      <w:r w:rsidR="00D51E27" w:rsidRPr="00D51E27">
        <w:rPr>
          <w:bCs/>
        </w:rPr>
        <w:t>Ú</w:t>
      </w:r>
      <w:r w:rsidR="00DA232C">
        <w:rPr>
          <w:bCs/>
        </w:rPr>
        <w:t>stí n.</w:t>
      </w:r>
      <w:r w:rsidR="00111B2B">
        <w:rPr>
          <w:bCs/>
        </w:rPr>
        <w:t xml:space="preserve"> </w:t>
      </w:r>
      <w:r w:rsidR="00DA232C">
        <w:rPr>
          <w:bCs/>
        </w:rPr>
        <w:t>O. -</w:t>
      </w:r>
      <w:r w:rsidR="00D51E27" w:rsidRPr="00D51E27">
        <w:rPr>
          <w:bCs/>
        </w:rPr>
        <w:t xml:space="preserve"> B</w:t>
      </w:r>
      <w:r w:rsidR="00DA232C">
        <w:rPr>
          <w:bCs/>
        </w:rPr>
        <w:t>randýs n.</w:t>
      </w:r>
      <w:r w:rsidR="00111B2B">
        <w:rPr>
          <w:bCs/>
        </w:rPr>
        <w:t xml:space="preserve"> </w:t>
      </w:r>
      <w:r w:rsidR="00DA232C">
        <w:rPr>
          <w:bCs/>
        </w:rPr>
        <w:t xml:space="preserve">O. - původní stopa, BC - </w:t>
      </w:r>
      <w:r w:rsidR="00D51E27" w:rsidRPr="00D51E27">
        <w:rPr>
          <w:bCs/>
        </w:rPr>
        <w:t xml:space="preserve">Rekonstrukce mostu </w:t>
      </w:r>
      <w:proofErr w:type="spellStart"/>
      <w:r w:rsidR="00D51E27" w:rsidRPr="00D51E27">
        <w:rPr>
          <w:bCs/>
        </w:rPr>
        <w:t>ev.č</w:t>
      </w:r>
      <w:proofErr w:type="spellEnd"/>
      <w:r w:rsidR="00D51E27" w:rsidRPr="00D51E27">
        <w:rPr>
          <w:bCs/>
        </w:rPr>
        <w:t>. 3155-2, Brandýs n.</w:t>
      </w:r>
      <w:r w:rsidR="00111B2B">
        <w:rPr>
          <w:bCs/>
        </w:rPr>
        <w:t xml:space="preserve"> </w:t>
      </w:r>
      <w:r w:rsidR="00D51E27" w:rsidRPr="00D51E27">
        <w:rPr>
          <w:bCs/>
        </w:rPr>
        <w:t>O.</w:t>
      </w:r>
      <w:r w:rsidR="00DA232C">
        <w:rPr>
          <w:bCs/>
        </w:rPr>
        <w:t xml:space="preserve"> - včetně souvisejících objektů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</w:t>
      </w:r>
      <w:bookmarkStart w:id="0" w:name="_GoBack"/>
      <w:bookmarkEnd w:id="0"/>
      <w:r>
        <w:t>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1B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1B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1B2B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1E27"/>
    <w:rsid w:val="00D521D0"/>
    <w:rsid w:val="00D52D0D"/>
    <w:rsid w:val="00D5384C"/>
    <w:rsid w:val="00D6163D"/>
    <w:rsid w:val="00D831A3"/>
    <w:rsid w:val="00D85204"/>
    <w:rsid w:val="00D90C8B"/>
    <w:rsid w:val="00D97BE3"/>
    <w:rsid w:val="00DA232C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CAE964D-68DF-4711-BB5A-DC14CDC5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2</TotalTime>
  <Pages>2</Pages>
  <Words>412</Words>
  <Characters>2433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Majerová Renáta</cp:lastModifiedBy>
  <cp:revision>7</cp:revision>
  <cp:lastPrinted>2019-03-07T14:42:00Z</cp:lastPrinted>
  <dcterms:created xsi:type="dcterms:W3CDTF">2020-02-25T07:11:00Z</dcterms:created>
  <dcterms:modified xsi:type="dcterms:W3CDTF">2020-06-25T06:15:00Z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